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0490"/>
      </w:tblGrid>
      <w:tr w:rsidR="007352EE" w:rsidTr="0097663D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2EE" w:rsidRPr="007B763B" w:rsidRDefault="007352EE" w:rsidP="007352E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763B">
              <w:rPr>
                <w:rFonts w:ascii="Arial" w:hAnsi="Arial" w:cs="Arial"/>
                <w:b/>
                <w:sz w:val="24"/>
                <w:szCs w:val="24"/>
              </w:rPr>
              <w:t>Objective:</w:t>
            </w:r>
          </w:p>
          <w:p w:rsidR="00A62588" w:rsidRPr="007B763B" w:rsidRDefault="00A62588" w:rsidP="007352E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62588" w:rsidRPr="007B763B" w:rsidRDefault="00A62588" w:rsidP="007352EE">
            <w:pPr>
              <w:rPr>
                <w:rFonts w:ascii="Arial" w:hAnsi="Arial" w:cs="Arial"/>
                <w:sz w:val="24"/>
                <w:szCs w:val="24"/>
              </w:rPr>
            </w:pPr>
            <w:r w:rsidRPr="007B763B">
              <w:rPr>
                <w:rFonts w:ascii="Arial" w:hAnsi="Arial" w:cs="Arial"/>
                <w:sz w:val="24"/>
                <w:szCs w:val="24"/>
              </w:rPr>
              <w:t>To talk about my online experiences.</w:t>
            </w:r>
          </w:p>
          <w:p w:rsidR="007352EE" w:rsidRPr="007B763B" w:rsidRDefault="007352EE" w:rsidP="007352EE">
            <w:pPr>
              <w:rPr>
                <w:rFonts w:ascii="Arial" w:hAnsi="Arial" w:cs="Arial"/>
                <w:sz w:val="24"/>
              </w:rPr>
            </w:pPr>
          </w:p>
        </w:tc>
      </w:tr>
      <w:tr w:rsidR="007352EE" w:rsidTr="0097663D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2EE" w:rsidRPr="007B763B" w:rsidRDefault="007352EE" w:rsidP="007352EE">
            <w:pPr>
              <w:rPr>
                <w:rFonts w:ascii="Arial" w:hAnsi="Arial" w:cs="Arial"/>
                <w:b/>
                <w:sz w:val="24"/>
              </w:rPr>
            </w:pPr>
            <w:r w:rsidRPr="007B763B">
              <w:rPr>
                <w:rFonts w:ascii="Arial" w:hAnsi="Arial" w:cs="Arial"/>
                <w:b/>
                <w:sz w:val="24"/>
              </w:rPr>
              <w:t>Activity:</w:t>
            </w:r>
          </w:p>
          <w:p w:rsidR="00A62588" w:rsidRPr="007B763B" w:rsidRDefault="00A62588" w:rsidP="007352EE">
            <w:pPr>
              <w:rPr>
                <w:rFonts w:ascii="Arial" w:hAnsi="Arial" w:cs="Arial"/>
                <w:b/>
                <w:sz w:val="24"/>
              </w:rPr>
            </w:pPr>
          </w:p>
          <w:p w:rsidR="00A62588" w:rsidRPr="007B763B" w:rsidRDefault="00A62588" w:rsidP="00A62588">
            <w:pPr>
              <w:rPr>
                <w:rFonts w:ascii="Arial" w:hAnsi="Arial" w:cs="Arial"/>
                <w:bCs/>
                <w:sz w:val="24"/>
              </w:rPr>
            </w:pPr>
            <w:r w:rsidRPr="007B763B">
              <w:rPr>
                <w:noProof/>
                <w:sz w:val="24"/>
                <w:lang w:eastAsia="en-GB"/>
              </w:rPr>
              <w:drawing>
                <wp:anchor distT="0" distB="0" distL="114300" distR="114300" simplePos="0" relativeHeight="251665408" behindDoc="1" locked="0" layoutInCell="1" allowOverlap="1" wp14:anchorId="15150F6E" wp14:editId="63FDAA14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133350</wp:posOffset>
                  </wp:positionV>
                  <wp:extent cx="558800" cy="558800"/>
                  <wp:effectExtent l="0" t="0" r="0" b="0"/>
                  <wp:wrapSquare wrapText="bothSides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tar blank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8800" cy="55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B763B">
              <w:rPr>
                <w:rFonts w:ascii="Arial" w:hAnsi="Arial" w:cs="Arial"/>
                <w:bCs/>
                <w:sz w:val="24"/>
              </w:rPr>
              <w:t xml:space="preserve">This is a warm up activity to encourage your pupils to share what they love to do online. </w:t>
            </w:r>
          </w:p>
          <w:p w:rsidR="00A62588" w:rsidRPr="007B763B" w:rsidRDefault="00A62588" w:rsidP="00A62588">
            <w:pPr>
              <w:rPr>
                <w:rFonts w:ascii="Arial" w:hAnsi="Arial" w:cs="Arial"/>
                <w:bCs/>
                <w:sz w:val="24"/>
              </w:rPr>
            </w:pPr>
          </w:p>
          <w:p w:rsidR="00A62588" w:rsidRPr="007B763B" w:rsidRDefault="00A62588" w:rsidP="00A62588">
            <w:pPr>
              <w:rPr>
                <w:rFonts w:ascii="Arial" w:hAnsi="Arial" w:cs="Arial"/>
                <w:bCs/>
                <w:sz w:val="24"/>
              </w:rPr>
            </w:pPr>
            <w:r w:rsidRPr="007B763B">
              <w:rPr>
                <w:rFonts w:ascii="Arial" w:hAnsi="Arial" w:cs="Arial"/>
                <w:bCs/>
                <w:sz w:val="24"/>
              </w:rPr>
              <w:t xml:space="preserve">Ask your pupils the questions below. </w:t>
            </w:r>
          </w:p>
          <w:p w:rsidR="00A62588" w:rsidRPr="007B763B" w:rsidRDefault="00A62588" w:rsidP="00A62588">
            <w:pPr>
              <w:rPr>
                <w:rFonts w:ascii="Arial" w:hAnsi="Arial" w:cs="Arial"/>
                <w:bCs/>
                <w:sz w:val="24"/>
              </w:rPr>
            </w:pPr>
          </w:p>
          <w:p w:rsidR="00A62588" w:rsidRPr="007B763B" w:rsidRDefault="00A62588" w:rsidP="00A62588">
            <w:pPr>
              <w:rPr>
                <w:rFonts w:ascii="Arial" w:hAnsi="Arial" w:cs="Arial"/>
                <w:bCs/>
                <w:sz w:val="24"/>
              </w:rPr>
            </w:pPr>
            <w:r w:rsidRPr="007B763B">
              <w:rPr>
                <w:rFonts w:ascii="Arial" w:hAnsi="Arial" w:cs="Arial"/>
                <w:bCs/>
                <w:sz w:val="24"/>
              </w:rPr>
              <w:t>For example ‘Anyone who uses a computer?’</w:t>
            </w:r>
          </w:p>
          <w:p w:rsidR="00A62588" w:rsidRPr="007B763B" w:rsidRDefault="00A62588" w:rsidP="00A62588">
            <w:pPr>
              <w:rPr>
                <w:rFonts w:ascii="Arial" w:hAnsi="Arial" w:cs="Arial"/>
                <w:bCs/>
                <w:sz w:val="24"/>
              </w:rPr>
            </w:pPr>
          </w:p>
          <w:p w:rsidR="00A62588" w:rsidRPr="007B763B" w:rsidRDefault="00A62588" w:rsidP="00A62588">
            <w:pPr>
              <w:rPr>
                <w:rFonts w:ascii="Arial" w:hAnsi="Arial" w:cs="Arial"/>
                <w:bCs/>
                <w:sz w:val="24"/>
              </w:rPr>
            </w:pPr>
            <w:r w:rsidRPr="007B763B">
              <w:rPr>
                <w:rFonts w:ascii="Arial" w:hAnsi="Arial" w:cs="Arial"/>
                <w:bCs/>
                <w:sz w:val="24"/>
              </w:rPr>
              <w:t xml:space="preserve">If you have a parachute, get the young people to stand in a circle holding the parachute. After the question has been asked, everyone has to lift the parachute up and then anyone who does use a computer has to run under the parachute and swap places with someone else in the circle. </w:t>
            </w:r>
          </w:p>
          <w:p w:rsidR="00A62588" w:rsidRPr="007B763B" w:rsidRDefault="00A62588" w:rsidP="00A62588">
            <w:pPr>
              <w:rPr>
                <w:rFonts w:ascii="Arial" w:hAnsi="Arial" w:cs="Arial"/>
                <w:bCs/>
                <w:sz w:val="24"/>
              </w:rPr>
            </w:pPr>
            <w:r w:rsidRPr="007B763B">
              <w:rPr>
                <w:rFonts w:ascii="Arial" w:hAnsi="Arial" w:cs="Arial"/>
                <w:bCs/>
                <w:sz w:val="24"/>
              </w:rPr>
              <w:t>Variations of the game (or if you don’t have a parachute):</w:t>
            </w:r>
          </w:p>
          <w:p w:rsidR="00A62588" w:rsidRPr="007B763B" w:rsidRDefault="00A62588" w:rsidP="00A62588">
            <w:pPr>
              <w:rPr>
                <w:rFonts w:ascii="Arial" w:hAnsi="Arial" w:cs="Arial"/>
                <w:bCs/>
                <w:sz w:val="24"/>
              </w:rPr>
            </w:pPr>
          </w:p>
          <w:p w:rsidR="00A62588" w:rsidRPr="007B763B" w:rsidRDefault="00A62588" w:rsidP="00A62588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  <w:sz w:val="24"/>
              </w:rPr>
            </w:pPr>
            <w:r w:rsidRPr="007B763B">
              <w:rPr>
                <w:rFonts w:ascii="Arial" w:hAnsi="Arial" w:cs="Arial"/>
                <w:bCs/>
                <w:sz w:val="24"/>
              </w:rPr>
              <w:t>You could ask your pupils to run to a wall in the room</w:t>
            </w:r>
          </w:p>
          <w:p w:rsidR="00A62588" w:rsidRPr="007B763B" w:rsidRDefault="00A62588" w:rsidP="00A62588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  <w:sz w:val="24"/>
              </w:rPr>
            </w:pPr>
            <w:r w:rsidRPr="007B763B">
              <w:rPr>
                <w:rFonts w:ascii="Arial" w:hAnsi="Arial" w:cs="Arial"/>
                <w:bCs/>
                <w:sz w:val="24"/>
              </w:rPr>
              <w:t>Your pupils could put their hands on their heads</w:t>
            </w:r>
          </w:p>
          <w:p w:rsidR="00A62588" w:rsidRPr="007B763B" w:rsidRDefault="00A62588" w:rsidP="00A62588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bCs/>
                <w:sz w:val="24"/>
              </w:rPr>
            </w:pPr>
            <w:r w:rsidRPr="007B763B">
              <w:rPr>
                <w:rFonts w:ascii="Arial" w:hAnsi="Arial" w:cs="Arial"/>
                <w:bCs/>
                <w:sz w:val="24"/>
              </w:rPr>
              <w:t>You could get your pupils to sit on chairs in a circle, and they have to swap seats</w:t>
            </w:r>
          </w:p>
          <w:p w:rsidR="00A62588" w:rsidRPr="007B763B" w:rsidRDefault="00A62588" w:rsidP="00A62588">
            <w:pPr>
              <w:ind w:left="360"/>
              <w:rPr>
                <w:rFonts w:ascii="Arial" w:hAnsi="Arial" w:cs="Arial"/>
                <w:bCs/>
                <w:sz w:val="24"/>
              </w:rPr>
            </w:pPr>
          </w:p>
          <w:p w:rsidR="00A62588" w:rsidRPr="007B763B" w:rsidRDefault="00A62588" w:rsidP="00A62588">
            <w:pPr>
              <w:rPr>
                <w:rFonts w:ascii="Arial" w:hAnsi="Arial" w:cs="Arial"/>
                <w:bCs/>
                <w:sz w:val="24"/>
              </w:rPr>
            </w:pPr>
            <w:r w:rsidRPr="007B763B">
              <w:rPr>
                <w:rFonts w:ascii="Arial" w:hAnsi="Arial" w:cs="Arial"/>
                <w:bCs/>
                <w:sz w:val="24"/>
              </w:rPr>
              <w:t xml:space="preserve">This is a quick and easy question and instruction exercise. For example, ask your pupils “Anyone who uses a computer go to that wall over there”. Adapt the instructions to suit the needs of your group and the space you are working in. </w:t>
            </w:r>
          </w:p>
          <w:p w:rsidR="00A62588" w:rsidRPr="007B763B" w:rsidRDefault="00A62588" w:rsidP="00A62588">
            <w:pPr>
              <w:rPr>
                <w:rFonts w:ascii="Arial" w:hAnsi="Arial" w:cs="Arial"/>
                <w:bCs/>
                <w:sz w:val="24"/>
              </w:rPr>
            </w:pPr>
          </w:p>
          <w:p w:rsidR="00A62588" w:rsidRPr="007B763B" w:rsidRDefault="00A62588" w:rsidP="00A62588">
            <w:pPr>
              <w:rPr>
                <w:rFonts w:ascii="Arial" w:hAnsi="Arial" w:cs="Arial"/>
                <w:b/>
                <w:bCs/>
                <w:sz w:val="24"/>
                <w:u w:val="single"/>
              </w:rPr>
            </w:pPr>
            <w:r w:rsidRPr="007B763B">
              <w:rPr>
                <w:rFonts w:ascii="Arial" w:hAnsi="Arial" w:cs="Arial"/>
                <w:b/>
                <w:bCs/>
                <w:sz w:val="24"/>
                <w:u w:val="single"/>
              </w:rPr>
              <w:t>Further Questions:</w:t>
            </w:r>
          </w:p>
          <w:p w:rsidR="00A62588" w:rsidRPr="007B763B" w:rsidRDefault="00A62588" w:rsidP="00A62588">
            <w:pPr>
              <w:rPr>
                <w:rFonts w:ascii="Arial" w:hAnsi="Arial" w:cs="Arial"/>
                <w:bCs/>
                <w:sz w:val="24"/>
              </w:rPr>
            </w:pPr>
          </w:p>
          <w:p w:rsidR="00A62588" w:rsidRPr="007B763B" w:rsidRDefault="00A62588" w:rsidP="00A62588">
            <w:pPr>
              <w:rPr>
                <w:rFonts w:ascii="Arial" w:hAnsi="Arial" w:cs="Arial"/>
                <w:bCs/>
                <w:sz w:val="24"/>
              </w:rPr>
            </w:pPr>
            <w:r w:rsidRPr="007B763B">
              <w:rPr>
                <w:rFonts w:ascii="Arial" w:hAnsi="Arial" w:cs="Arial"/>
                <w:bCs/>
                <w:sz w:val="24"/>
              </w:rPr>
              <w:t>Anyone Who…</w:t>
            </w:r>
          </w:p>
          <w:p w:rsidR="00A62588" w:rsidRPr="007B763B" w:rsidRDefault="00A62588" w:rsidP="00A62588">
            <w:pPr>
              <w:rPr>
                <w:rFonts w:ascii="Arial" w:hAnsi="Arial" w:cs="Arial"/>
                <w:bCs/>
                <w:sz w:val="24"/>
              </w:rPr>
            </w:pPr>
          </w:p>
          <w:p w:rsidR="00A62588" w:rsidRPr="007B763B" w:rsidRDefault="00A62588" w:rsidP="00A62588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  <w:sz w:val="24"/>
              </w:rPr>
            </w:pPr>
            <w:r w:rsidRPr="007B763B">
              <w:rPr>
                <w:rFonts w:ascii="Arial" w:hAnsi="Arial" w:cs="Arial"/>
                <w:bCs/>
                <w:sz w:val="24"/>
              </w:rPr>
              <w:t>Likes to use a computer</w:t>
            </w:r>
          </w:p>
          <w:p w:rsidR="00A62588" w:rsidRPr="007B763B" w:rsidRDefault="00A62588" w:rsidP="00A62588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  <w:sz w:val="24"/>
              </w:rPr>
            </w:pPr>
            <w:r w:rsidRPr="007B763B">
              <w:rPr>
                <w:rFonts w:ascii="Arial" w:hAnsi="Arial" w:cs="Arial"/>
                <w:bCs/>
                <w:sz w:val="24"/>
              </w:rPr>
              <w:t>Likes to play games online</w:t>
            </w:r>
          </w:p>
          <w:p w:rsidR="00A62588" w:rsidRPr="007B763B" w:rsidRDefault="00A62588" w:rsidP="00A62588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  <w:sz w:val="24"/>
              </w:rPr>
            </w:pPr>
            <w:r w:rsidRPr="007B763B">
              <w:rPr>
                <w:rFonts w:ascii="Arial" w:hAnsi="Arial" w:cs="Arial"/>
                <w:bCs/>
                <w:sz w:val="24"/>
              </w:rPr>
              <w:t>Is part of a social networking site</w:t>
            </w:r>
          </w:p>
          <w:p w:rsidR="00A62588" w:rsidRPr="007B763B" w:rsidRDefault="00A62588" w:rsidP="00A62588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  <w:sz w:val="24"/>
              </w:rPr>
            </w:pPr>
            <w:r w:rsidRPr="007B763B">
              <w:rPr>
                <w:rFonts w:ascii="Arial" w:hAnsi="Arial" w:cs="Arial"/>
                <w:bCs/>
                <w:sz w:val="24"/>
              </w:rPr>
              <w:t>Has ever posted a picture of someone without asking permission</w:t>
            </w:r>
          </w:p>
          <w:p w:rsidR="00A62588" w:rsidRPr="007B763B" w:rsidRDefault="00A62588" w:rsidP="00A62588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  <w:sz w:val="24"/>
              </w:rPr>
            </w:pPr>
            <w:r w:rsidRPr="007B763B">
              <w:rPr>
                <w:rFonts w:ascii="Arial" w:hAnsi="Arial" w:cs="Arial"/>
                <w:bCs/>
                <w:sz w:val="24"/>
              </w:rPr>
              <w:t>Has ever been contacted by someone they don’t know</w:t>
            </w:r>
          </w:p>
          <w:p w:rsidR="00A62588" w:rsidRPr="007B763B" w:rsidRDefault="00A62588" w:rsidP="00A62588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  <w:sz w:val="24"/>
              </w:rPr>
            </w:pPr>
            <w:r w:rsidRPr="007B763B">
              <w:rPr>
                <w:rFonts w:ascii="Arial" w:hAnsi="Arial" w:cs="Arial"/>
                <w:bCs/>
                <w:sz w:val="24"/>
              </w:rPr>
              <w:t>Sends text messages on their mobile phone</w:t>
            </w:r>
          </w:p>
          <w:p w:rsidR="00A62588" w:rsidRPr="007B763B" w:rsidRDefault="00A62588" w:rsidP="00A62588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  <w:sz w:val="24"/>
              </w:rPr>
            </w:pPr>
            <w:r w:rsidRPr="007B763B">
              <w:rPr>
                <w:rFonts w:ascii="Arial" w:hAnsi="Arial" w:cs="Arial"/>
                <w:bCs/>
                <w:sz w:val="24"/>
              </w:rPr>
              <w:t>Has internet access on their mobile phone</w:t>
            </w:r>
          </w:p>
          <w:p w:rsidR="00A62588" w:rsidRPr="007B763B" w:rsidRDefault="00A62588" w:rsidP="00A62588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  <w:sz w:val="24"/>
              </w:rPr>
            </w:pPr>
            <w:r w:rsidRPr="007B763B">
              <w:rPr>
                <w:rFonts w:ascii="Arial" w:hAnsi="Arial" w:cs="Arial"/>
                <w:bCs/>
                <w:sz w:val="24"/>
              </w:rPr>
              <w:t>Likes to watch videos/music videos online</w:t>
            </w:r>
          </w:p>
          <w:p w:rsidR="00A62588" w:rsidRPr="007B763B" w:rsidRDefault="00A62588" w:rsidP="00A62588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  <w:sz w:val="24"/>
              </w:rPr>
            </w:pPr>
            <w:r w:rsidRPr="007B763B">
              <w:rPr>
                <w:rFonts w:ascii="Arial" w:hAnsi="Arial" w:cs="Arial"/>
                <w:bCs/>
                <w:sz w:val="24"/>
              </w:rPr>
              <w:t>Likes to google images online</w:t>
            </w:r>
          </w:p>
          <w:p w:rsidR="00A62588" w:rsidRPr="007B763B" w:rsidRDefault="00A62588" w:rsidP="00A62588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Cs/>
                <w:sz w:val="24"/>
              </w:rPr>
            </w:pPr>
            <w:r w:rsidRPr="007B763B">
              <w:rPr>
                <w:rFonts w:ascii="Arial" w:hAnsi="Arial" w:cs="Arial"/>
                <w:bCs/>
                <w:sz w:val="24"/>
              </w:rPr>
              <w:t>Uses a webcam to chat</w:t>
            </w:r>
          </w:p>
          <w:p w:rsidR="007352EE" w:rsidRPr="007B763B" w:rsidRDefault="007352EE" w:rsidP="007352EE">
            <w:pPr>
              <w:rPr>
                <w:rFonts w:ascii="Arial" w:hAnsi="Arial" w:cs="Arial"/>
                <w:sz w:val="24"/>
              </w:rPr>
            </w:pPr>
          </w:p>
        </w:tc>
      </w:tr>
      <w:tr w:rsidR="007352EE" w:rsidTr="0097663D">
        <w:tc>
          <w:tcPr>
            <w:tcW w:w="10490" w:type="dxa"/>
            <w:tcBorders>
              <w:top w:val="single" w:sz="4" w:space="0" w:color="auto"/>
            </w:tcBorders>
          </w:tcPr>
          <w:p w:rsidR="007352EE" w:rsidRPr="007B763B" w:rsidRDefault="007352EE" w:rsidP="007352EE">
            <w:pPr>
              <w:rPr>
                <w:rFonts w:ascii="Arial" w:hAnsi="Arial" w:cs="Arial"/>
                <w:b/>
                <w:sz w:val="24"/>
              </w:rPr>
            </w:pPr>
            <w:r w:rsidRPr="007B763B">
              <w:rPr>
                <w:rFonts w:ascii="Arial" w:hAnsi="Arial" w:cs="Arial"/>
                <w:b/>
                <w:sz w:val="24"/>
              </w:rPr>
              <w:t>Key Vocabulary:</w:t>
            </w:r>
          </w:p>
          <w:p w:rsidR="00A62588" w:rsidRPr="007B763B" w:rsidRDefault="00A62588" w:rsidP="00A62588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7B763B">
              <w:rPr>
                <w:noProof/>
                <w:sz w:val="24"/>
                <w:lang w:eastAsia="en-GB"/>
              </w:rPr>
              <w:drawing>
                <wp:inline distT="0" distB="0" distL="0" distR="0" wp14:anchorId="33A1DA28" wp14:editId="24506428">
                  <wp:extent cx="5731510" cy="876935"/>
                  <wp:effectExtent l="0" t="0" r="254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1510" cy="876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</w:tbl>
    <w:p w:rsidR="0061303A" w:rsidRDefault="0061303A" w:rsidP="007352EE">
      <w:pPr>
        <w:rPr>
          <w:rFonts w:ascii="Arial" w:hAnsi="Arial" w:cs="Arial"/>
        </w:rPr>
      </w:pPr>
    </w:p>
    <w:p w:rsidR="0003074A" w:rsidRPr="0061303A" w:rsidRDefault="0003074A" w:rsidP="0061303A">
      <w:pPr>
        <w:tabs>
          <w:tab w:val="left" w:pos="1594"/>
        </w:tabs>
        <w:rPr>
          <w:rFonts w:ascii="Arial" w:hAnsi="Arial" w:cs="Arial"/>
        </w:rPr>
      </w:pPr>
    </w:p>
    <w:sectPr w:rsidR="0003074A" w:rsidRPr="0061303A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3526" w:rsidRDefault="001E3526" w:rsidP="00BE2F3C">
      <w:pPr>
        <w:spacing w:after="0" w:line="240" w:lineRule="auto"/>
      </w:pPr>
      <w:r>
        <w:separator/>
      </w:r>
    </w:p>
  </w:endnote>
  <w:endnote w:type="continuationSeparator" w:id="0">
    <w:p w:rsidR="001E3526" w:rsidRDefault="001E3526" w:rsidP="00BE2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F3C" w:rsidRDefault="00B07241">
    <w:pPr>
      <w:pStyle w:val="Footer"/>
    </w:pPr>
    <w:r>
      <w:rPr>
        <w:rFonts w:ascii="Times New Roman" w:hAnsi="Times New Roman"/>
        <w:noProof/>
        <w:sz w:val="24"/>
        <w:szCs w:val="24"/>
        <w:lang w:eastAsia="en-GB"/>
      </w:rPr>
      <w:drawing>
        <wp:anchor distT="0" distB="0" distL="114300" distR="114300" simplePos="0" relativeHeight="251673600" behindDoc="0" locked="0" layoutInCell="1" allowOverlap="1" wp14:anchorId="4B7C28E0" wp14:editId="753905B8">
          <wp:simplePos x="0" y="0"/>
          <wp:positionH relativeFrom="rightMargin">
            <wp:align>left</wp:align>
          </wp:positionH>
          <wp:positionV relativeFrom="paragraph">
            <wp:posOffset>-133408</wp:posOffset>
          </wp:positionV>
          <wp:extent cx="543600" cy="763200"/>
          <wp:effectExtent l="0" t="0" r="8890" b="0"/>
          <wp:wrapNone/>
          <wp:docPr id="3" name="Picture 7" descr="leicester-city-council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7" descr="leicester-city-council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/>
        <w:noProof/>
        <w:sz w:val="24"/>
        <w:szCs w:val="24"/>
        <w:lang w:eastAsia="en-GB"/>
      </w:rPr>
      <w:drawing>
        <wp:anchor distT="36576" distB="36576" distL="36576" distR="36576" simplePos="0" relativeHeight="251668480" behindDoc="0" locked="0" layoutInCell="1" allowOverlap="1" wp14:anchorId="279D56B6" wp14:editId="5A144920">
          <wp:simplePos x="0" y="0"/>
          <wp:positionH relativeFrom="column">
            <wp:posOffset>2417445</wp:posOffset>
          </wp:positionH>
          <wp:positionV relativeFrom="paragraph">
            <wp:posOffset>-78105</wp:posOffset>
          </wp:positionV>
          <wp:extent cx="892810" cy="312420"/>
          <wp:effectExtent l="0" t="0" r="2540" b="0"/>
          <wp:wrapNone/>
          <wp:docPr id="6" name="Picture 6" descr="Creative commons lic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reative commons licenc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31242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noProof/>
        <w:sz w:val="24"/>
        <w:szCs w:val="24"/>
        <w:lang w:eastAsia="en-GB"/>
      </w:rPr>
      <mc:AlternateContent>
        <mc:Choice Requires="wps">
          <w:drawing>
            <wp:anchor distT="36576" distB="36576" distL="36576" distR="36576" simplePos="0" relativeHeight="251669504" behindDoc="0" locked="0" layoutInCell="1" allowOverlap="1" wp14:anchorId="574635A1" wp14:editId="3B8435A2">
              <wp:simplePos x="0" y="0"/>
              <wp:positionH relativeFrom="column">
                <wp:posOffset>-342900</wp:posOffset>
              </wp:positionH>
              <wp:positionV relativeFrom="paragraph">
                <wp:posOffset>18415</wp:posOffset>
              </wp:positionV>
              <wp:extent cx="1402080" cy="518160"/>
              <wp:effectExtent l="0" t="0" r="0" b="0"/>
              <wp:wrapNone/>
              <wp:docPr id="5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02080" cy="518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dk1">
                                  <a:lumMod val="0"/>
                                  <a:lumOff val="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B6B4638" id="Rectangle 5" o:spid="_x0000_s1026" style="position:absolute;margin-left:-27pt;margin-top:1.45pt;width:110.4pt;height:40.8pt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GTyBgMAAJkGAAAOAAAAZHJzL2Uyb0RvYy54bWysVV1v0zAUfUfiP1h+z/LRJE2jpVPbNQhp&#10;wMRAPLuJ01gkdrDdZgPx37m2266FF8TIg+XrXJ+ce+5Hrm8e+w7tqVRM8AKHVwFGlFeiZnxb4M+f&#10;Si/DSGnCa9IJTgv8RBW+mb9+dT0OOY1EK7qaSgQgXOXjUOBW6yH3fVW1tCfqSgyUw8tGyJ5oMOXW&#10;ryUZAb3v/CgIUn8Ush6kqKhScHrrXuK5xW8aWukPTaOoRl2BgZu2q7Trxqz+/JrkW0mGllUHGuQf&#10;WPSEcfjoCeqWaIJ2kv0B1bNKCiUafVWJ3hdNwypqY4BowuC3aB5aMlAbC4ijhpNM6v/BVu/39xKx&#10;usAJRpz0kKKPIBrh246ixMgzDioHr4fhXpoA1XAnqq8KcbFqwYsupBRjS0kNpELj719cMIaCq2gz&#10;vhM1oJOdFlapx0b2BhA0QI82IU+nhNBHjSo4DOMgCjLIWwXvkjALU5sxn+TH24NU+g0VPTKbAkvg&#10;btHJ/k5pw4bkRxfLXnSsLlnXWUNuN6tOoj2B4ijtYwOAIM/dOm6cuTDXHKI7oba83GdIDpRhazwN&#10;eZv6H7MwioNlNPPKNJt6cRkn3mwaZF4QzpazNIhn8W3509AN47xldU35HeP0WIZh/HdpPjSEKyBb&#10;iGgscJTEQWCluAjGNhY9RV1/Da1Pt+shPU6JQ1PAEbTO2RFIebpthb0A7pmGRu5YX+AsMI9rLVMZ&#10;a16DbiTXhHVu719GbNFAtkv1FmUSTONJ5k2nycSLJ+vAW2blyluswjSdrper5Tq8VG9tM6JeLqAl&#10;ckyvMcQOonto6xHVzNTZJJlFIQYDRkk0dfEi0m1hBlZaYiSF/sJ0axvYVLXBOInnNH2R9Cc+Trpn&#10;qmfKHtR4FhcSeKxS26SmL11/b0T9BD0KrG0jwjyHTSvkd4xGmI0FVt92RFKMurcc+nySJtMUhum5&#10;Ic+NzblBeAVQBdYYue1KuwG8GyTbtvAlV4NcLGA2NMy2rZkbjhXwNwbMPxvJYVabAXtuW6/nP8r8&#10;FwAAAP//AwBQSwMEFAAGAAgAAAAhALEVVsTbAAAACAEAAA8AAABkcnMvZG93bnJldi54bWxMj0FO&#10;wzAQRfdI3MEaJHat0yiNmpBJhZA4AAWksnPjqRNhj6PYacPtcVewHP3R/+81+8VZcaEpDJ4RNusM&#10;BHHn9cAG4eP9dbUDEaJiraxnQvihAPv2/q5RtfZXfqPLIRqRSjjUCqGPcaylDF1PToW1H4lTdvaT&#10;UzGdk5F6UtdU7qzMs6yUTg2cFno10ktP3fdhdgi2yr/KSpVnE+cQXKGPm09TID4+LM9PICIt8e8Z&#10;bvgJHdrEdPIz6yAswmpbJJeIkFcgbnlZJpUTwq7Ygmwb+V+g/QUAAP//AwBQSwECLQAUAAYACAAA&#10;ACEAtoM4kv4AAADhAQAAEwAAAAAAAAAAAAAAAAAAAAAAW0NvbnRlbnRfVHlwZXNdLnhtbFBLAQIt&#10;ABQABgAIAAAAIQA4/SH/1gAAAJQBAAALAAAAAAAAAAAAAAAAAC8BAABfcmVscy8ucmVsc1BLAQIt&#10;ABQABgAIAAAAIQCXzGTyBgMAAJkGAAAOAAAAAAAAAAAAAAAAAC4CAABkcnMvZTJvRG9jLnhtbFBL&#10;AQItABQABgAIAAAAIQCxFVbE2wAAAAgBAAAPAAAAAAAAAAAAAAAAAGAFAABkcnMvZG93bnJldi54&#10;bWxQSwUGAAAAAAQABADzAAAAaAYAAAAA&#10;" stroked="f" strokecolor="black [0]" strokeweight="2pt">
              <v:shadow color="black [0]"/>
              <v:textbox inset="2.88pt,2.88pt,2.88pt,2.88pt"/>
            </v:rect>
          </w:pict>
        </mc:Fallback>
      </mc:AlternateContent>
    </w:r>
    <w:r>
      <w:rPr>
        <w:rFonts w:ascii="Times New Roman" w:hAnsi="Times New Roman"/>
        <w:noProof/>
        <w:sz w:val="24"/>
        <w:szCs w:val="24"/>
        <w:lang w:eastAsia="en-GB"/>
      </w:rPr>
      <w:drawing>
        <wp:anchor distT="36576" distB="36576" distL="36576" distR="36576" simplePos="0" relativeHeight="251670528" behindDoc="0" locked="0" layoutInCell="1" allowOverlap="1" wp14:anchorId="5A0A6104" wp14:editId="5B38B623">
          <wp:simplePos x="0" y="0"/>
          <wp:positionH relativeFrom="column">
            <wp:posOffset>-325120</wp:posOffset>
          </wp:positionH>
          <wp:positionV relativeFrom="paragraph">
            <wp:posOffset>79375</wp:posOffset>
          </wp:positionV>
          <wp:extent cx="1353820" cy="386715"/>
          <wp:effectExtent l="0" t="0" r="0" b="0"/>
          <wp:wrapNone/>
          <wp:docPr id="4" name="Picture 4" descr="Childnet Logo Hi 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hildnet Logo Hi Res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8671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noProof/>
        <w:sz w:val="24"/>
        <w:szCs w:val="24"/>
        <w:lang w:eastAsia="en-GB"/>
      </w:rPr>
      <mc:AlternateContent>
        <mc:Choice Requires="wps">
          <w:drawing>
            <wp:anchor distT="36576" distB="36576" distL="36576" distR="36576" simplePos="0" relativeHeight="251667456" behindDoc="0" locked="0" layoutInCell="1" allowOverlap="1" wp14:anchorId="29B034D5" wp14:editId="67E79A3B">
              <wp:simplePos x="0" y="0"/>
              <wp:positionH relativeFrom="column">
                <wp:posOffset>-464820</wp:posOffset>
              </wp:positionH>
              <wp:positionV relativeFrom="paragraph">
                <wp:posOffset>238760</wp:posOffset>
              </wp:positionV>
              <wp:extent cx="6653530" cy="438785"/>
              <wp:effectExtent l="1905" t="4445" r="2540" b="4445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3530" cy="438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5B9BD5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B07241" w:rsidRPr="00244216" w:rsidRDefault="00B07241" w:rsidP="00B07241">
                          <w:pPr>
                            <w:widowControl w:val="0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244216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DigiLit</w:t>
                          </w:r>
                          <w:proofErr w:type="spellEnd"/>
                          <w:r w:rsidRPr="00244216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 xml:space="preserve"> Leicester: STAR Toolkit 2014</w:t>
                          </w:r>
                          <w:r w:rsidRPr="00244216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244216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br/>
                            <w:t xml:space="preserve">by </w:t>
                          </w:r>
                          <w:proofErr w:type="spellStart"/>
                          <w:r w:rsidRPr="00244216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Childnet</w:t>
                          </w:r>
                          <w:proofErr w:type="spellEnd"/>
                          <w:r w:rsidRPr="00244216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 xml:space="preserve"> International </w:t>
                          </w:r>
                          <w:r w:rsidRPr="00244216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is licensed under a</w:t>
                          </w:r>
                          <w:r w:rsidRPr="00244216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br/>
                          </w:r>
                          <w:hyperlink r:id="rId4" w:history="1">
                            <w:r w:rsidRPr="00244216">
                              <w:rPr>
                                <w:rStyle w:val="Hyperlink"/>
                                <w:rFonts w:ascii="Arial" w:hAnsi="Arial" w:cs="Arial"/>
                                <w:sz w:val="14"/>
                                <w:szCs w:val="14"/>
                              </w:rPr>
                              <w:t>Creative Commons Attribution-</w:t>
                            </w:r>
                            <w:proofErr w:type="spellStart"/>
                            <w:r w:rsidRPr="00244216">
                              <w:rPr>
                                <w:rStyle w:val="Hyperlink"/>
                                <w:rFonts w:ascii="Arial" w:hAnsi="Arial" w:cs="Arial"/>
                                <w:sz w:val="14"/>
                                <w:szCs w:val="14"/>
                              </w:rPr>
                              <w:t>NonCommercial</w:t>
                            </w:r>
                            <w:proofErr w:type="spellEnd"/>
                            <w:r w:rsidRPr="00244216">
                              <w:rPr>
                                <w:rStyle w:val="Hyperlink"/>
                                <w:rFonts w:ascii="Arial" w:hAnsi="Arial" w:cs="Arial"/>
                                <w:sz w:val="14"/>
                                <w:szCs w:val="14"/>
                              </w:rPr>
                              <w:t>-</w:t>
                            </w:r>
                            <w:proofErr w:type="spellStart"/>
                            <w:r w:rsidRPr="00244216">
                              <w:rPr>
                                <w:rStyle w:val="Hyperlink"/>
                                <w:rFonts w:ascii="Arial" w:hAnsi="Arial" w:cs="Arial"/>
                                <w:sz w:val="14"/>
                                <w:szCs w:val="14"/>
                              </w:rPr>
                              <w:t>ShareAlike</w:t>
                            </w:r>
                            <w:proofErr w:type="spellEnd"/>
                            <w:r w:rsidRPr="00244216">
                              <w:rPr>
                                <w:rStyle w:val="Hyperlink"/>
                                <w:rFonts w:ascii="Arial" w:hAnsi="Arial" w:cs="Arial"/>
                                <w:sz w:val="14"/>
                                <w:szCs w:val="14"/>
                              </w:rPr>
                              <w:t xml:space="preserve"> 4.0 International License.</w:t>
                            </w:r>
                          </w:hyperlink>
                          <w:r w:rsidRPr="00244216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ACCA4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8" type="#_x0000_t202" style="position:absolute;margin-left:-36.6pt;margin-top:18.8pt;width:523.9pt;height:34.55pt;z-index:2516674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2IMDQMAALQGAAAOAAAAZHJzL2Uyb0RvYy54bWysVduOmzAQfa/Uf7D8zgIJt6BlVwmEqtL2&#10;Im37AQ6YYBVsajtLtlX/vWOTpOy2D1W3eUD22J6ZM3Pm5Pr22HfogUrFBM+wf+VhRHklasb3Gf78&#10;qXQSjJQmvCad4DTDj1Th25vXr67HIaUL0YquphKBE67Scchwq/WQuq6qWtoTdSUGyuGwEbInGrZy&#10;79aSjOC979yF50XuKGQ9SFFRpcBaTIf4xvpvGlrpD02jqEZdhiE3bb/Sfnfm695ck3QvydCy6pQG&#10;+YcsesI4BL24Kogm6CDZb656VkmhRKOvKtG7omlYRS0GQON7z9Dct2SgFgsURw2XMqn/57Z6//BR&#10;IlZnGBrFSQ8t+kSPGm3EESWmOuOgUrh0P8A1fQQzdNkiVcOdqL4oxEXeEr6naynF2FJSQ3a+eenO&#10;nk5+lHGyG9+JGsKQgxbW0bGRvSkdFAOBd+jS46UzJpUKjFEULsMlHFVwFiyTOAltCJKeXw9S6TdU&#10;9MgsMiyh89Y7ebhT2mRD0vMVE4yLknWd7X7Hnxjg4mShlj7Ta5JCJrA0N01OtrXfV95qm2yTwAkW&#10;0dYJvKJw1mUeOFHpx2GxLPK88H+YLPwgbVldU26CnmnmB3/XxhPhJ4JciKZEx2rjzqSk5H6XdxI9&#10;EKB5uFltinN5Ztfcp2nYkgCWZ5D8ReBtFiunjJLYCcogdFaxlziev9qsIi9YBUX5FNId4/TlkNCY&#10;4UUYeN7ErSfgjBbQC7z6y8S/7tADkSbIpzkGE0z7zAS9tEpiXlu8s3KQtGcatKdjPZDfM79JDQyH&#10;t7y23NCEddN6Vj2D+M/VW5ehFwM9nTgOl06w3HrOJilzZ537URRvN/lm+4wQW0sy9fIC2jbOGDvL&#10;9xTjV8pQljOd7ZCauZwmVB93R6sGi/Ps70T9CFMrBQwVzB9IPSxaIb9hNIJsZlh9PRBJMerecpj8&#10;ZRTGEejsfCPnm918Q3gFrjKsMZqWuZ60+TBItm8h0tRrLtagFg2zg2xkZcoKEJkNSKPFdpJxo73z&#10;vb3168/m5icAAAD//wMAUEsDBBQABgAIAAAAIQAF/bzj3wAAAAoBAAAPAAAAZHJzL2Rvd25yZXYu&#10;eG1sTI/BboMwDIbvk/YOkSftMrVhZYJBCVU1adIOvYyye4AUUBMHJSmwt5932m62/On39xeH1Wg2&#10;K+dHiwKetxEwha3tRuwF1Of3zSswHyR2UltUAr6Vh0N5f1fIvLMLfqq5Cj2jEPS5FDCEMOWc+3ZQ&#10;RvqtnRTS7WKdkYFW1/POyYXCjea7KEq4kSPSh0FO6m1Q7bW6GQHSzVV20idbY5N+PV3rJf7IjkI8&#10;PqzHPbCg1vAHw68+qUNJTo29YeeZFrBJ4x2hAuI0AUZAlr7Q0BAZJSnwsuD/K5Q/AAAA//8DAFBL&#10;AQItABQABgAIAAAAIQC2gziS/gAAAOEBAAATAAAAAAAAAAAAAAAAAAAAAABbQ29udGVudF9UeXBl&#10;c10ueG1sUEsBAi0AFAAGAAgAAAAhADj9If/WAAAAlAEAAAsAAAAAAAAAAAAAAAAALwEAAF9yZWxz&#10;Ly5yZWxzUEsBAi0AFAAGAAgAAAAhAEMbYgwNAwAAtAYAAA4AAAAAAAAAAAAAAAAALgIAAGRycy9l&#10;Mm9Eb2MueG1sUEsBAi0AFAAGAAgAAAAhAAX9vOPfAAAACgEAAA8AAAAAAAAAAAAAAAAAZwUAAGRy&#10;cy9kb3ducmV2LnhtbFBLBQYAAAAABAAEAPMAAABzBgAAAAA=&#10;" filled="f" fillcolor="#5b9bd5" stroked="f" strokecolor="black [0]" strokeweight="2pt">
              <v:textbox inset="2.88pt,2.88pt,2.88pt,2.88pt">
                <w:txbxContent>
                  <w:p w:rsidR="00B07241" w:rsidRPr="00244216" w:rsidRDefault="00B07241" w:rsidP="00B07241">
                    <w:pPr>
                      <w:widowControl w:val="0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proofErr w:type="spellStart"/>
                    <w:r w:rsidRPr="00244216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DigiLit</w:t>
                    </w:r>
                    <w:proofErr w:type="spellEnd"/>
                    <w:r w:rsidRPr="00244216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 xml:space="preserve"> Leicester: STAR Toolkit 2014</w:t>
                    </w:r>
                    <w:r w:rsidRPr="00244216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r w:rsidRPr="00244216">
                      <w:rPr>
                        <w:rFonts w:ascii="Arial" w:hAnsi="Arial" w:cs="Arial"/>
                        <w:sz w:val="14"/>
                        <w:szCs w:val="14"/>
                      </w:rPr>
                      <w:br/>
                      <w:t xml:space="preserve">by </w:t>
                    </w:r>
                    <w:proofErr w:type="spellStart"/>
                    <w:r w:rsidRPr="00244216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Childnet</w:t>
                    </w:r>
                    <w:proofErr w:type="spellEnd"/>
                    <w:r w:rsidRPr="00244216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 xml:space="preserve"> International </w:t>
                    </w:r>
                    <w:r w:rsidRPr="00244216">
                      <w:rPr>
                        <w:rFonts w:ascii="Arial" w:hAnsi="Arial" w:cs="Arial"/>
                        <w:sz w:val="14"/>
                        <w:szCs w:val="14"/>
                      </w:rPr>
                      <w:t>is licensed under a</w:t>
                    </w:r>
                    <w:r w:rsidRPr="00244216">
                      <w:rPr>
                        <w:rFonts w:ascii="Arial" w:hAnsi="Arial" w:cs="Arial"/>
                        <w:sz w:val="14"/>
                        <w:szCs w:val="14"/>
                      </w:rPr>
                      <w:br/>
                    </w:r>
                    <w:hyperlink r:id="rId5" w:history="1">
                      <w:r w:rsidRPr="00244216">
                        <w:rPr>
                          <w:rStyle w:val="Hyperlink"/>
                          <w:rFonts w:ascii="Arial" w:hAnsi="Arial" w:cs="Arial"/>
                          <w:sz w:val="14"/>
                          <w:szCs w:val="14"/>
                        </w:rPr>
                        <w:t>Creative Commons Attribution-</w:t>
                      </w:r>
                      <w:proofErr w:type="spellStart"/>
                      <w:r w:rsidRPr="00244216">
                        <w:rPr>
                          <w:rStyle w:val="Hyperlink"/>
                          <w:rFonts w:ascii="Arial" w:hAnsi="Arial" w:cs="Arial"/>
                          <w:sz w:val="14"/>
                          <w:szCs w:val="14"/>
                        </w:rPr>
                        <w:t>NonCommercial</w:t>
                      </w:r>
                      <w:proofErr w:type="spellEnd"/>
                      <w:r w:rsidRPr="00244216">
                        <w:rPr>
                          <w:rStyle w:val="Hyperlink"/>
                          <w:rFonts w:ascii="Arial" w:hAnsi="Arial" w:cs="Arial"/>
                          <w:sz w:val="14"/>
                          <w:szCs w:val="14"/>
                        </w:rPr>
                        <w:t>-</w:t>
                      </w:r>
                      <w:proofErr w:type="spellStart"/>
                      <w:r w:rsidRPr="00244216">
                        <w:rPr>
                          <w:rStyle w:val="Hyperlink"/>
                          <w:rFonts w:ascii="Arial" w:hAnsi="Arial" w:cs="Arial"/>
                          <w:sz w:val="14"/>
                          <w:szCs w:val="14"/>
                        </w:rPr>
                        <w:t>ShareAlike</w:t>
                      </w:r>
                      <w:proofErr w:type="spellEnd"/>
                      <w:r w:rsidRPr="00244216">
                        <w:rPr>
                          <w:rStyle w:val="Hyperlink"/>
                          <w:rFonts w:ascii="Arial" w:hAnsi="Arial" w:cs="Arial"/>
                          <w:sz w:val="14"/>
                          <w:szCs w:val="14"/>
                        </w:rPr>
                        <w:t xml:space="preserve"> 4.0 International License.</w:t>
                      </w:r>
                    </w:hyperlink>
                    <w:r w:rsidRPr="00244216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</w:r>
                  </w:p>
                </w:txbxContent>
              </v:textbox>
            </v:shape>
          </w:pict>
        </mc:Fallback>
      </mc:AlternateContent>
    </w:r>
  </w:p>
  <w:p w:rsidR="00BE2F3C" w:rsidRDefault="00BE2F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3526" w:rsidRDefault="001E3526" w:rsidP="00BE2F3C">
      <w:pPr>
        <w:spacing w:after="0" w:line="240" w:lineRule="auto"/>
      </w:pPr>
      <w:r>
        <w:separator/>
      </w:r>
    </w:p>
  </w:footnote>
  <w:footnote w:type="continuationSeparator" w:id="0">
    <w:p w:rsidR="001E3526" w:rsidRDefault="001E3526" w:rsidP="00BE2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3F9E" w:rsidRDefault="00A62588" w:rsidP="00E73F9E"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27FAFA2" wp14:editId="2781BCD5">
              <wp:simplePos x="0" y="0"/>
              <wp:positionH relativeFrom="column">
                <wp:posOffset>-701040</wp:posOffset>
              </wp:positionH>
              <wp:positionV relativeFrom="paragraph">
                <wp:posOffset>-236221</wp:posOffset>
              </wp:positionV>
              <wp:extent cx="3648710" cy="747395"/>
              <wp:effectExtent l="0" t="0" r="0" b="0"/>
              <wp:wrapNone/>
              <wp:docPr id="1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8710" cy="74739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73F9E" w:rsidRPr="00B553B3" w:rsidRDefault="00A62588" w:rsidP="00A62588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72"/>
                            </w:rPr>
                          </w:pP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72"/>
                            </w:rPr>
                            <w:t>Anyone who?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7FAFA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5.2pt;margin-top:-18.6pt;width:287.3pt;height:5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0FrCwIAAPUDAAAOAAAAZHJzL2Uyb0RvYy54bWysU9tu2zAMfR+wfxD0vjhJczXiFF27DgO6&#10;C9DuAxhZjoVJoiYpsbuvHyWnabC9DfODYIrkIc8htbnujWZH6YNCW/HJaMyZtAJrZfcV//50/27F&#10;WYhga9BoZcWfZeDX27dvNp0r5RRb1LX0jEBsKDtX8TZGVxZFEK00EEbopCVng95AJNPvi9pDR+hG&#10;F9PxeFF06GvnUcgQ6PZucPJtxm8aKeLXpgkyMl1x6i3m0+dzl85iu4Fy78G1SpzagH/owoCyVPQM&#10;dQcR2MGrv6CMEh4DNnEk0BTYNErIzIHYTMZ/sHlswcnMhcQJ7ixT+H+w4svxm2eqptktOLNgaEZP&#10;so/sPfZsmuTpXCgp6tFRXOzpmkIz1eAeUPwIzOJtC3Yvb7zHrpVQU3uTlFlcpA44IYHsus9YUxk4&#10;RMxAfeNN0o7UYIROY3o+jya1IujyajFbLSfkEuRbzpZX63kuAeVLtvMhfpRoWPqpuKfRZ3Q4PoSY&#10;uoHyJSQVs3ivtM7j15Z1FV/Pp/OccOExKtJ2amUqvhqnb9iXRPKDrXNyBKWHfyqg7Yl1IjpQjv2u&#10;p8AkxQ7rZ+LvcdhCejX006L/xVlHG1jx8PMAXnKmP1nScD2ZzdLKZmM2X07J8Jee3aUHrCCoiovo&#10;ORuM25gXfWB7Q2o3Kgvx2supW9qtrM/pHaTlvbRz1Otr3f4GAAD//wMAUEsDBBQABgAIAAAAIQDN&#10;hRo74QAAAAsBAAAPAAAAZHJzL2Rvd25yZXYueG1sTI9BasMwEEX3hdxBTKGbkkhOHSe4lkMoBEpo&#10;Fkl7ANlSLBNrZCzFcW/f6ard/WEef94U28l1bDRDaD1KSBYCmMHa6xYbCV+f+/kGWIgKteo8Ggnf&#10;JsC2nD0UKtf+jicznmPDqARDriTYGPuc81Bb41RY+N4g7S5+cCrSODRcD+pO5a7jSyEy7lSLdMGq&#10;3rxZU1/PNyfh2fbi+HF5r/Y6q+31ENTajQcpnx6n3SuwaKb4B8OvPqlDSU6Vv6EOrJMwTxKREkvp&#10;Zb0ERkiapRQqCRuxAl4W/P8P5Q8AAAD//wMAUEsBAi0AFAAGAAgAAAAhALaDOJL+AAAA4QEAABMA&#10;AAAAAAAAAAAAAAAAAAAAAFtDb250ZW50X1R5cGVzXS54bWxQSwECLQAUAAYACAAAACEAOP0h/9YA&#10;AACUAQAACwAAAAAAAAAAAAAAAAAvAQAAX3JlbHMvLnJlbHNQSwECLQAUAAYACAAAACEAxwdBawsC&#10;AAD1AwAADgAAAAAAAAAAAAAAAAAuAgAAZHJzL2Uyb0RvYy54bWxQSwECLQAUAAYACAAAACEAzYUa&#10;O+EAAAALAQAADwAAAAAAAAAAAAAAAABlBAAAZHJzL2Rvd25yZXYueG1sUEsFBgAAAAAEAAQA8wAA&#10;AHMFAAAAAA==&#10;" filled="f" stroked="f">
              <v:textbox>
                <w:txbxContent>
                  <w:p w:rsidR="00E73F9E" w:rsidRPr="00B553B3" w:rsidRDefault="00A62588" w:rsidP="00A62588">
                    <w:pPr>
                      <w:rPr>
                        <w:rFonts w:ascii="Arial" w:hAnsi="Arial" w:cs="Arial"/>
                        <w:color w:val="FFFFFF" w:themeColor="background1"/>
                        <w:sz w:val="72"/>
                      </w:rPr>
                    </w:pPr>
                    <w:r>
                      <w:rPr>
                        <w:rFonts w:ascii="Arial" w:hAnsi="Arial" w:cs="Arial"/>
                        <w:color w:val="FFFFFF" w:themeColor="background1"/>
                        <w:sz w:val="72"/>
                      </w:rPr>
                      <w:t>Anyone who?</w:t>
                    </w:r>
                  </w:p>
                </w:txbxContent>
              </v:textbox>
            </v:shape>
          </w:pict>
        </mc:Fallback>
      </mc:AlternateContent>
    </w:r>
    <w:r w:rsidR="00E73F9E">
      <w:rPr>
        <w:noProof/>
        <w:lang w:eastAsia="en-GB"/>
      </w:rPr>
      <w:drawing>
        <wp:anchor distT="0" distB="0" distL="114300" distR="114300" simplePos="0" relativeHeight="251664384" behindDoc="1" locked="0" layoutInCell="1" allowOverlap="1" wp14:anchorId="7CEF2B1F" wp14:editId="7E56401D">
          <wp:simplePos x="0" y="0"/>
          <wp:positionH relativeFrom="rightMargin">
            <wp:posOffset>0</wp:posOffset>
          </wp:positionH>
          <wp:positionV relativeFrom="page">
            <wp:posOffset>200660</wp:posOffset>
          </wp:positionV>
          <wp:extent cx="762635" cy="762635"/>
          <wp:effectExtent l="0" t="0" r="0" b="0"/>
          <wp:wrapTight wrapText="bothSides">
            <wp:wrapPolygon edited="0">
              <wp:start x="9172" y="0"/>
              <wp:lineTo x="0" y="10251"/>
              <wp:lineTo x="0" y="11331"/>
              <wp:lineTo x="7014" y="17266"/>
              <wp:lineTo x="9172" y="21042"/>
              <wp:lineTo x="11870" y="21042"/>
              <wp:lineTo x="14028" y="17266"/>
              <wp:lineTo x="21042" y="11331"/>
              <wp:lineTo x="21042" y="10251"/>
              <wp:lineTo x="11870" y="0"/>
              <wp:lineTo x="9172" y="0"/>
            </wp:wrapPolygon>
          </wp:wrapTight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635" cy="7626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73F9E">
      <w:rPr>
        <w:noProof/>
        <w:lang w:eastAsia="en-GB"/>
      </w:rPr>
      <w:drawing>
        <wp:anchor distT="0" distB="0" distL="114300" distR="114300" simplePos="0" relativeHeight="251665408" behindDoc="1" locked="0" layoutInCell="1" allowOverlap="1" wp14:anchorId="4DE6A27A" wp14:editId="23F40B99">
          <wp:simplePos x="0" y="0"/>
          <wp:positionH relativeFrom="margin">
            <wp:posOffset>4917440</wp:posOffset>
          </wp:positionH>
          <wp:positionV relativeFrom="page">
            <wp:posOffset>200025</wp:posOffset>
          </wp:positionV>
          <wp:extent cx="762635" cy="762635"/>
          <wp:effectExtent l="0" t="0" r="0" b="0"/>
          <wp:wrapTight wrapText="bothSides">
            <wp:wrapPolygon edited="0">
              <wp:start x="9172" y="0"/>
              <wp:lineTo x="0" y="10251"/>
              <wp:lineTo x="0" y="11331"/>
              <wp:lineTo x="7014" y="17266"/>
              <wp:lineTo x="9172" y="21042"/>
              <wp:lineTo x="11870" y="21042"/>
              <wp:lineTo x="14028" y="17266"/>
              <wp:lineTo x="21042" y="11331"/>
              <wp:lineTo x="21042" y="10251"/>
              <wp:lineTo x="11870" y="0"/>
              <wp:lineTo x="9172" y="0"/>
            </wp:wrapPolygon>
          </wp:wrapTight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A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635" cy="7626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73F9E">
      <w:rPr>
        <w:noProof/>
        <w:lang w:eastAsia="en-GB"/>
      </w:rPr>
      <w:drawing>
        <wp:anchor distT="0" distB="0" distL="114300" distR="114300" simplePos="0" relativeHeight="251663360" behindDoc="1" locked="0" layoutInCell="1" allowOverlap="1" wp14:anchorId="646DA7EC" wp14:editId="5DD0038A">
          <wp:simplePos x="0" y="0"/>
          <wp:positionH relativeFrom="column">
            <wp:posOffset>4113530</wp:posOffset>
          </wp:positionH>
          <wp:positionV relativeFrom="page">
            <wp:posOffset>200660</wp:posOffset>
          </wp:positionV>
          <wp:extent cx="762635" cy="762635"/>
          <wp:effectExtent l="0" t="0" r="0" b="0"/>
          <wp:wrapTight wrapText="bothSides">
            <wp:wrapPolygon edited="0">
              <wp:start x="9172" y="0"/>
              <wp:lineTo x="0" y="10251"/>
              <wp:lineTo x="0" y="11331"/>
              <wp:lineTo x="7014" y="17266"/>
              <wp:lineTo x="9172" y="21042"/>
              <wp:lineTo x="11870" y="21042"/>
              <wp:lineTo x="14028" y="17266"/>
              <wp:lineTo x="21042" y="11331"/>
              <wp:lineTo x="21042" y="10251"/>
              <wp:lineTo x="11870" y="0"/>
              <wp:lineTo x="9172" y="0"/>
            </wp:wrapPolygon>
          </wp:wrapTight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T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635" cy="7626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73F9E">
      <w:rPr>
        <w:noProof/>
        <w:lang w:eastAsia="en-GB"/>
      </w:rPr>
      <w:drawing>
        <wp:anchor distT="0" distB="0" distL="114300" distR="114300" simplePos="0" relativeHeight="251662336" behindDoc="1" locked="0" layoutInCell="1" allowOverlap="1" wp14:anchorId="1024BA2D" wp14:editId="6C06F92E">
          <wp:simplePos x="0" y="0"/>
          <wp:positionH relativeFrom="column">
            <wp:posOffset>3333115</wp:posOffset>
          </wp:positionH>
          <wp:positionV relativeFrom="page">
            <wp:posOffset>203730</wp:posOffset>
          </wp:positionV>
          <wp:extent cx="751840" cy="751840"/>
          <wp:effectExtent l="0" t="0" r="0" b="0"/>
          <wp:wrapTight wrapText="bothSides">
            <wp:wrapPolygon edited="0">
              <wp:start x="9304" y="0"/>
              <wp:lineTo x="0" y="9851"/>
              <wp:lineTo x="0" y="11493"/>
              <wp:lineTo x="7115" y="17514"/>
              <wp:lineTo x="9304" y="20797"/>
              <wp:lineTo x="11493" y="20797"/>
              <wp:lineTo x="13682" y="17514"/>
              <wp:lineTo x="20797" y="11493"/>
              <wp:lineTo x="20797" y="9851"/>
              <wp:lineTo x="11493" y="0"/>
              <wp:lineTo x="9304" y="0"/>
            </wp:wrapPolygon>
          </wp:wrapTight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840" cy="751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73F9E">
      <w:rPr>
        <w:noProof/>
        <w:sz w:val="24"/>
        <w:szCs w:val="24"/>
        <w:lang w:eastAsia="en-GB"/>
      </w:rPr>
      <w:drawing>
        <wp:anchor distT="36576" distB="36576" distL="36576" distR="36576" simplePos="0" relativeHeight="251660288" behindDoc="0" locked="0" layoutInCell="1" allowOverlap="1" wp14:anchorId="7E4C4836" wp14:editId="4F7B2B24">
          <wp:simplePos x="0" y="0"/>
          <wp:positionH relativeFrom="page">
            <wp:posOffset>0</wp:posOffset>
          </wp:positionH>
          <wp:positionV relativeFrom="paragraph">
            <wp:posOffset>-470005</wp:posOffset>
          </wp:positionV>
          <wp:extent cx="4248150" cy="1080135"/>
          <wp:effectExtent l="0" t="0" r="0" b="0"/>
          <wp:wrapNone/>
          <wp:docPr id="21" name="Picture 21" descr="title 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itle bar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0479"/>
                  <a:stretch>
                    <a:fillRect/>
                  </a:stretch>
                </pic:blipFill>
                <pic:spPr bwMode="auto">
                  <a:xfrm>
                    <a:off x="0" y="0"/>
                    <a:ext cx="4248150" cy="108013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73F9E" w:rsidRDefault="00E73F9E">
    <w:pPr>
      <w:pStyle w:val="Header"/>
    </w:pPr>
  </w:p>
  <w:p w:rsidR="00E73F9E" w:rsidRDefault="00E73F9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AF5EE2"/>
    <w:multiLevelType w:val="hybridMultilevel"/>
    <w:tmpl w:val="9C002154"/>
    <w:lvl w:ilvl="0" w:tplc="567C3DB2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D4B54"/>
    <w:multiLevelType w:val="hybridMultilevel"/>
    <w:tmpl w:val="358207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B73410"/>
    <w:multiLevelType w:val="hybridMultilevel"/>
    <w:tmpl w:val="0496485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846C8A"/>
    <w:multiLevelType w:val="hybridMultilevel"/>
    <w:tmpl w:val="E528BB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588"/>
    <w:rsid w:val="0003074A"/>
    <w:rsid w:val="000B683D"/>
    <w:rsid w:val="00155833"/>
    <w:rsid w:val="001E3526"/>
    <w:rsid w:val="0020797D"/>
    <w:rsid w:val="00244216"/>
    <w:rsid w:val="00420F30"/>
    <w:rsid w:val="00492F4B"/>
    <w:rsid w:val="00552009"/>
    <w:rsid w:val="005A79F1"/>
    <w:rsid w:val="005C7D45"/>
    <w:rsid w:val="0061303A"/>
    <w:rsid w:val="007352EE"/>
    <w:rsid w:val="007B763B"/>
    <w:rsid w:val="008E6216"/>
    <w:rsid w:val="0097663D"/>
    <w:rsid w:val="009E5C50"/>
    <w:rsid w:val="00A516CD"/>
    <w:rsid w:val="00A62588"/>
    <w:rsid w:val="00A83605"/>
    <w:rsid w:val="00AD427E"/>
    <w:rsid w:val="00B07241"/>
    <w:rsid w:val="00B553B3"/>
    <w:rsid w:val="00BE2F3C"/>
    <w:rsid w:val="00D62E29"/>
    <w:rsid w:val="00E60BE9"/>
    <w:rsid w:val="00E73F9E"/>
    <w:rsid w:val="00EA5A51"/>
    <w:rsid w:val="00EA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FE84E0DD-1290-4B9D-8365-280C1E762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53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A5A5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2F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F3C"/>
  </w:style>
  <w:style w:type="paragraph" w:styleId="Footer">
    <w:name w:val="footer"/>
    <w:basedOn w:val="Normal"/>
    <w:link w:val="FooterChar"/>
    <w:uiPriority w:val="99"/>
    <w:unhideWhenUsed/>
    <w:rsid w:val="00BE2F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F3C"/>
  </w:style>
  <w:style w:type="character" w:styleId="Hyperlink">
    <w:name w:val="Hyperlink"/>
    <w:basedOn w:val="DefaultParagraphFont"/>
    <w:uiPriority w:val="99"/>
    <w:semiHidden/>
    <w:unhideWhenUsed/>
    <w:rsid w:val="00B07241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2" Type="http://schemas.openxmlformats.org/officeDocument/2006/relationships/image" Target="media/image9.png"/><Relationship Id="rId1" Type="http://schemas.openxmlformats.org/officeDocument/2006/relationships/image" Target="media/image8.jpeg"/><Relationship Id="rId5" Type="http://schemas.openxmlformats.org/officeDocument/2006/relationships/hyperlink" Target="http://creativecommons.org/licenses/by-nc-sa/4.0/" TargetMode="External"/><Relationship Id="rId4" Type="http://schemas.openxmlformats.org/officeDocument/2006/relationships/hyperlink" Target="http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SEN\GUIDANCE\Activities\Activity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Activity template.dotx</Template>
  <TotalTime>1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Cort</dc:creator>
  <cp:keywords/>
  <dc:description/>
  <cp:lastModifiedBy>Gareth Cort</cp:lastModifiedBy>
  <cp:revision>2</cp:revision>
  <dcterms:created xsi:type="dcterms:W3CDTF">2014-05-30T10:27:00Z</dcterms:created>
  <dcterms:modified xsi:type="dcterms:W3CDTF">2014-05-30T10:27:00Z</dcterms:modified>
</cp:coreProperties>
</file>