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CAD" w:rsidRPr="00B11CAD" w:rsidRDefault="00B11CAD" w:rsidP="00B11CAD">
      <w:pPr>
        <w:rPr>
          <w:rFonts w:ascii="Arial" w:hAnsi="Arial" w:cs="Arial"/>
          <w:noProof/>
          <w:sz w:val="28"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7B729D97" wp14:editId="7714A170">
            <wp:simplePos x="0" y="0"/>
            <wp:positionH relativeFrom="column">
              <wp:posOffset>-317500</wp:posOffset>
            </wp:positionH>
            <wp:positionV relativeFrom="paragraph">
              <wp:posOffset>305435</wp:posOffset>
            </wp:positionV>
            <wp:extent cx="2755900" cy="2755900"/>
            <wp:effectExtent l="0" t="0" r="6350" b="6350"/>
            <wp:wrapTight wrapText="bothSides">
              <wp:wrapPolygon edited="0">
                <wp:start x="10302" y="0"/>
                <wp:lineTo x="7764" y="4778"/>
                <wp:lineTo x="6122" y="7167"/>
                <wp:lineTo x="0" y="10452"/>
                <wp:lineTo x="0" y="11049"/>
                <wp:lineTo x="5972" y="14334"/>
                <wp:lineTo x="10302" y="21500"/>
                <wp:lineTo x="11198" y="21500"/>
                <wp:lineTo x="11347" y="21500"/>
                <wp:lineTo x="13886" y="16723"/>
                <wp:lineTo x="15528" y="14334"/>
                <wp:lineTo x="21500" y="11049"/>
                <wp:lineTo x="21500" y="10452"/>
                <wp:lineTo x="15379" y="7167"/>
                <wp:lineTo x="13736" y="4778"/>
                <wp:lineTo x="11198" y="0"/>
                <wp:lineTo x="1030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nk star outli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1CAD">
        <w:rPr>
          <w:rFonts w:ascii="Arial" w:hAnsi="Arial" w:cs="Arial"/>
          <w:noProof/>
          <w:sz w:val="28"/>
          <w:lang w:eastAsia="en-GB"/>
        </w:rPr>
        <w:t>Write or draw three things that you love about the internet:</w:t>
      </w:r>
    </w:p>
    <w:p w:rsidR="00B553B3" w:rsidRPr="008E6216" w:rsidRDefault="00B11CAD">
      <w:pPr>
        <w:rPr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31881E86" wp14:editId="4E07B845">
            <wp:simplePos x="0" y="0"/>
            <wp:positionH relativeFrom="margin">
              <wp:posOffset>3284855</wp:posOffset>
            </wp:positionH>
            <wp:positionV relativeFrom="paragraph">
              <wp:posOffset>11430</wp:posOffset>
            </wp:positionV>
            <wp:extent cx="2755900" cy="2755900"/>
            <wp:effectExtent l="0" t="0" r="6350" b="6350"/>
            <wp:wrapTight wrapText="bothSides">
              <wp:wrapPolygon edited="0">
                <wp:start x="10302" y="0"/>
                <wp:lineTo x="7764" y="4778"/>
                <wp:lineTo x="6122" y="7167"/>
                <wp:lineTo x="0" y="10452"/>
                <wp:lineTo x="0" y="11049"/>
                <wp:lineTo x="5972" y="14334"/>
                <wp:lineTo x="10302" y="21500"/>
                <wp:lineTo x="11198" y="21500"/>
                <wp:lineTo x="11347" y="21500"/>
                <wp:lineTo x="13886" y="16723"/>
                <wp:lineTo x="15528" y="14334"/>
                <wp:lineTo x="21500" y="11049"/>
                <wp:lineTo x="21500" y="10452"/>
                <wp:lineTo x="15379" y="7167"/>
                <wp:lineTo x="13736" y="4778"/>
                <wp:lineTo x="11198" y="0"/>
                <wp:lineTo x="1030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nk star outli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3F9E" w:rsidRPr="0003074A" w:rsidRDefault="00E73F9E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B11CAD" w:rsidP="0061303A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5E4918F6" wp14:editId="354F8503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755900" cy="2755900"/>
            <wp:effectExtent l="0" t="0" r="6350" b="6350"/>
            <wp:wrapTight wrapText="bothSides">
              <wp:wrapPolygon edited="0">
                <wp:start x="10302" y="0"/>
                <wp:lineTo x="7764" y="4778"/>
                <wp:lineTo x="6122" y="7167"/>
                <wp:lineTo x="0" y="10452"/>
                <wp:lineTo x="0" y="11049"/>
                <wp:lineTo x="5972" y="14334"/>
                <wp:lineTo x="10302" y="21500"/>
                <wp:lineTo x="11198" y="21500"/>
                <wp:lineTo x="11347" y="21500"/>
                <wp:lineTo x="13886" y="16723"/>
                <wp:lineTo x="15528" y="14334"/>
                <wp:lineTo x="21500" y="11049"/>
                <wp:lineTo x="21500" y="10452"/>
                <wp:lineTo x="15379" y="7167"/>
                <wp:lineTo x="13736" y="4778"/>
                <wp:lineTo x="11198" y="0"/>
                <wp:lineTo x="10302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nk star outli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Default="0061303A" w:rsidP="0061303A">
      <w:pPr>
        <w:rPr>
          <w:rFonts w:ascii="Arial" w:hAnsi="Arial" w:cs="Arial"/>
        </w:rPr>
      </w:pPr>
    </w:p>
    <w:p w:rsidR="00B11CAD" w:rsidRPr="00B11CAD" w:rsidRDefault="00B11CAD" w:rsidP="00B11CAD">
      <w:pPr>
        <w:tabs>
          <w:tab w:val="left" w:pos="1594"/>
        </w:tabs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E13C59" wp14:editId="64D4E2D8">
                <wp:simplePos x="0" y="0"/>
                <wp:positionH relativeFrom="margin">
                  <wp:align>center</wp:align>
                </wp:positionH>
                <wp:positionV relativeFrom="paragraph">
                  <wp:posOffset>412115</wp:posOffset>
                </wp:positionV>
                <wp:extent cx="4960620" cy="1905000"/>
                <wp:effectExtent l="666750" t="0" r="30480" b="247650"/>
                <wp:wrapNone/>
                <wp:docPr id="10" name="Cloud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6420" y="7612380"/>
                          <a:ext cx="4960620" cy="1905000"/>
                        </a:xfrm>
                        <a:prstGeom prst="cloudCallout">
                          <a:avLst>
                            <a:gd name="adj1" fmla="val -62298"/>
                            <a:gd name="adj2" fmla="val 5841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CAD" w:rsidRDefault="00B11CAD" w:rsidP="00B11C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13C5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0" o:spid="_x0000_s1026" type="#_x0000_t106" style="position:absolute;margin-left:0;margin-top:32.45pt;width:390.6pt;height:150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" adj="-2656,23417" fillcolor="white [3201]" strokecolor="black [3200]" strokeweight="1pt">
                <v:stroke joinstyle="miter"/>
                <v:textbox>
                  <w:txbxContent>
                    <w:p w:rsidR="00B11CAD" w:rsidRDefault="00B11CAD" w:rsidP="00B11CA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11CAD">
        <w:rPr>
          <w:rFonts w:ascii="Arial" w:hAnsi="Arial" w:cs="Arial"/>
          <w:sz w:val="28"/>
        </w:rPr>
        <w:t>Now write or draw one thing you wish could improve things when you’re online:</w:t>
      </w:r>
    </w:p>
    <w:p w:rsidR="00B11CAD" w:rsidRPr="0061303A" w:rsidRDefault="00B11CAD" w:rsidP="0061303A">
      <w:pPr>
        <w:tabs>
          <w:tab w:val="left" w:pos="1594"/>
        </w:tabs>
        <w:rPr>
          <w:rFonts w:ascii="Arial" w:hAnsi="Arial" w:cs="Arial"/>
        </w:rPr>
      </w:pPr>
      <w:bookmarkStart w:id="0" w:name="_GoBack"/>
      <w:bookmarkEnd w:id="0"/>
    </w:p>
    <w:sectPr w:rsidR="00B11CAD" w:rsidRPr="0061303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A9D" w:rsidRDefault="00CF1A9D" w:rsidP="00BE2F3C">
      <w:pPr>
        <w:spacing w:after="0" w:line="240" w:lineRule="auto"/>
      </w:pPr>
      <w:r>
        <w:separator/>
      </w:r>
    </w:p>
  </w:endnote>
  <w:endnote w:type="continuationSeparator" w:id="0">
    <w:p w:rsidR="00CF1A9D" w:rsidRDefault="00CF1A9D" w:rsidP="00BE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3C" w:rsidRDefault="00B07241">
    <w:pPr>
      <w:pStyle w:val="Foot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rightMargin">
            <wp:align>left</wp:align>
          </wp:positionH>
          <wp:positionV relativeFrom="paragraph">
            <wp:posOffset>-133408</wp:posOffset>
          </wp:positionV>
          <wp:extent cx="543600" cy="763200"/>
          <wp:effectExtent l="0" t="0" r="8890" b="0"/>
          <wp:wrapNone/>
          <wp:docPr id="3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8480" behindDoc="0" locked="0" layoutInCell="1" allowOverlap="1" wp14:anchorId="20287A4C" wp14:editId="4BE883C2">
          <wp:simplePos x="0" y="0"/>
          <wp:positionH relativeFrom="column">
            <wp:posOffset>2417445</wp:posOffset>
          </wp:positionH>
          <wp:positionV relativeFrom="paragraph">
            <wp:posOffset>-78105</wp:posOffset>
          </wp:positionV>
          <wp:extent cx="892810" cy="312420"/>
          <wp:effectExtent l="0" t="0" r="2540" b="0"/>
          <wp:wrapNone/>
          <wp:docPr id="6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48581FA9" wp14:editId="77C3733A">
              <wp:simplePos x="0" y="0"/>
              <wp:positionH relativeFrom="column">
                <wp:posOffset>-342900</wp:posOffset>
              </wp:positionH>
              <wp:positionV relativeFrom="paragraph">
                <wp:posOffset>18415</wp:posOffset>
              </wp:positionV>
              <wp:extent cx="1402080" cy="51816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208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DC4F47" id="Rectangle 5" o:spid="_x0000_s1026" style="position:absolute;margin-left:-27pt;margin-top:1.45pt;width:110.4pt;height:40.8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" stroked="f" strokecolor="black [0]" strokeweight="2pt">
              <v:shadow color="black [0]"/>
              <v:textbox inset="2.88pt,2.88pt,2.88pt,2.88pt"/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70528" behindDoc="0" locked="0" layoutInCell="1" allowOverlap="1" wp14:anchorId="26C06E11" wp14:editId="3F4B5712">
          <wp:simplePos x="0" y="0"/>
          <wp:positionH relativeFrom="column">
            <wp:posOffset>-325120</wp:posOffset>
          </wp:positionH>
          <wp:positionV relativeFrom="paragraph">
            <wp:posOffset>79375</wp:posOffset>
          </wp:positionV>
          <wp:extent cx="1353820" cy="386715"/>
          <wp:effectExtent l="0" t="0" r="0" b="0"/>
          <wp:wrapNone/>
          <wp:docPr id="4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7456" behindDoc="0" locked="0" layoutInCell="1" allowOverlap="1" wp14:anchorId="23ACCA44" wp14:editId="36D865A6">
              <wp:simplePos x="0" y="0"/>
              <wp:positionH relativeFrom="column">
                <wp:posOffset>-464820</wp:posOffset>
              </wp:positionH>
              <wp:positionV relativeFrom="paragraph">
                <wp:posOffset>238760</wp:posOffset>
              </wp:positionV>
              <wp:extent cx="6653530" cy="438785"/>
              <wp:effectExtent l="1905" t="4445" r="2540" b="444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07241" w:rsidRPr="0081169E" w:rsidRDefault="00B07241" w:rsidP="00B07241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81169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</w:t>
                          </w:r>
                          <w:proofErr w:type="spellEnd"/>
                          <w:r w:rsidRPr="0081169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Leicester: STAR Toolkit 2014</w:t>
                          </w:r>
                          <w:r w:rsidRPr="0081169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81169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by </w:t>
                          </w:r>
                          <w:proofErr w:type="spellStart"/>
                          <w:r w:rsidRPr="0081169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Childnet</w:t>
                          </w:r>
                          <w:proofErr w:type="spellEnd"/>
                          <w:r w:rsidRPr="0081169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International </w:t>
                          </w:r>
                          <w:r w:rsidRPr="0081169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81169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81169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</w:t>
                            </w:r>
                            <w:proofErr w:type="spellStart"/>
                            <w:r w:rsidRPr="0081169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NonCommercial</w:t>
                            </w:r>
                            <w:proofErr w:type="spellEnd"/>
                            <w:r w:rsidRPr="0081169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-</w:t>
                            </w:r>
                            <w:proofErr w:type="spellStart"/>
                            <w:r w:rsidRPr="0081169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ShareAlike</w:t>
                            </w:r>
                            <w:proofErr w:type="spellEnd"/>
                            <w:r w:rsidRPr="0081169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4.0 International License.</w:t>
                            </w:r>
                          </w:hyperlink>
                          <w:r w:rsidRPr="0081169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CCA4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36.6pt;margin-top:18.8pt;width:523.9pt;height:34.5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" filled="f" fillcolor="#5b9bd5" stroked="f" strokecolor="black [0]" strokeweight="2pt">
              <v:textbox inset="2.88pt,2.88pt,2.88pt,2.88pt">
                <w:txbxContent>
                  <w:p w:rsidR="00B07241" w:rsidRPr="0081169E" w:rsidRDefault="00B07241" w:rsidP="00B07241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81169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81169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81169E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81169E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by </w:t>
                    </w:r>
                    <w:proofErr w:type="spellStart"/>
                    <w:r w:rsidRPr="0081169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81169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81169E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81169E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81169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81169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81169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81169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81169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81169E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BE2F3C" w:rsidRDefault="00BE2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A9D" w:rsidRDefault="00CF1A9D" w:rsidP="00BE2F3C">
      <w:pPr>
        <w:spacing w:after="0" w:line="240" w:lineRule="auto"/>
      </w:pPr>
      <w:r>
        <w:separator/>
      </w:r>
    </w:p>
  </w:footnote>
  <w:footnote w:type="continuationSeparator" w:id="0">
    <w:p w:rsidR="00CF1A9D" w:rsidRDefault="00CF1A9D" w:rsidP="00BE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F9E" w:rsidRDefault="0081169E" w:rsidP="00E73F9E"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AB1E83" wp14:editId="59BE750F">
              <wp:simplePos x="0" y="0"/>
              <wp:positionH relativeFrom="column">
                <wp:posOffset>-701040</wp:posOffset>
              </wp:positionH>
              <wp:positionV relativeFrom="paragraph">
                <wp:posOffset>-236220</wp:posOffset>
              </wp:positionV>
              <wp:extent cx="3962400" cy="731520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731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3F9E" w:rsidRPr="00B11CAD" w:rsidRDefault="00B11CAD" w:rsidP="00E73F9E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52"/>
                            </w:rPr>
                          </w:pPr>
                          <w:r w:rsidRPr="00B11CAD">
                            <w:rPr>
                              <w:rFonts w:ascii="Arial" w:hAnsi="Arial" w:cs="Arial"/>
                              <w:color w:val="FFFFFF" w:themeColor="background1"/>
                              <w:sz w:val="52"/>
                            </w:rPr>
                            <w:t>Three Stars and a Wish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AB1E8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5.2pt;margin-top:-18.6pt;width:312pt;height:5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" filled="f" stroked="f">
              <v:textbox>
                <w:txbxContent>
                  <w:p w:rsidR="00E73F9E" w:rsidRPr="00B11CAD" w:rsidRDefault="00B11CAD" w:rsidP="00E73F9E">
                    <w:pPr>
                      <w:rPr>
                        <w:rFonts w:ascii="Arial" w:hAnsi="Arial" w:cs="Arial"/>
                        <w:color w:val="FFFFFF" w:themeColor="background1"/>
                        <w:sz w:val="52"/>
                      </w:rPr>
                    </w:pPr>
                    <w:r w:rsidRPr="00B11CAD">
                      <w:rPr>
                        <w:rFonts w:ascii="Arial" w:hAnsi="Arial" w:cs="Arial"/>
                        <w:color w:val="FFFFFF" w:themeColor="background1"/>
                        <w:sz w:val="52"/>
                      </w:rPr>
                      <w:t>Three Stars and a Wish</w:t>
                    </w:r>
                  </w:p>
                </w:txbxContent>
              </v:textbox>
            </v:shape>
          </w:pict>
        </mc:Fallback>
      </mc:AlternateContent>
    </w:r>
    <w:r w:rsidR="00E73F9E">
      <w:rPr>
        <w:noProof/>
        <w:sz w:val="24"/>
        <w:szCs w:val="24"/>
        <w:lang w:eastAsia="en-GB"/>
      </w:rPr>
      <w:drawing>
        <wp:anchor distT="36576" distB="36576" distL="36576" distR="36576" simplePos="0" relativeHeight="251660288" behindDoc="0" locked="0" layoutInCell="1" allowOverlap="1" wp14:anchorId="7E4C4836" wp14:editId="4F7B2B24">
          <wp:simplePos x="0" y="0"/>
          <wp:positionH relativeFrom="page">
            <wp:posOffset>0</wp:posOffset>
          </wp:positionH>
          <wp:positionV relativeFrom="paragraph">
            <wp:posOffset>-470005</wp:posOffset>
          </wp:positionV>
          <wp:extent cx="4248150" cy="1080135"/>
          <wp:effectExtent l="0" t="0" r="0" b="0"/>
          <wp:wrapNone/>
          <wp:docPr id="21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itle 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3F9E" w:rsidRDefault="00E73F9E">
    <w:pPr>
      <w:pStyle w:val="Header"/>
    </w:pPr>
  </w:p>
  <w:p w:rsidR="00E73F9E" w:rsidRDefault="00E73F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AD"/>
    <w:rsid w:val="0003074A"/>
    <w:rsid w:val="000B683D"/>
    <w:rsid w:val="00155833"/>
    <w:rsid w:val="0020797D"/>
    <w:rsid w:val="00396109"/>
    <w:rsid w:val="00420F30"/>
    <w:rsid w:val="00442161"/>
    <w:rsid w:val="00492F4B"/>
    <w:rsid w:val="00552009"/>
    <w:rsid w:val="005C7D45"/>
    <w:rsid w:val="0061303A"/>
    <w:rsid w:val="007352EE"/>
    <w:rsid w:val="0081169E"/>
    <w:rsid w:val="008E6216"/>
    <w:rsid w:val="0097663D"/>
    <w:rsid w:val="00A516CD"/>
    <w:rsid w:val="00A83605"/>
    <w:rsid w:val="00AD427E"/>
    <w:rsid w:val="00B07241"/>
    <w:rsid w:val="00B11CAD"/>
    <w:rsid w:val="00B553B3"/>
    <w:rsid w:val="00BE2F3C"/>
    <w:rsid w:val="00CF1A9D"/>
    <w:rsid w:val="00E60BE9"/>
    <w:rsid w:val="00E73F9E"/>
    <w:rsid w:val="00EA5A51"/>
    <w:rsid w:val="00EA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C03326B7-E528-444B-8009-7DDB4658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F3C"/>
  </w:style>
  <w:style w:type="paragraph" w:styleId="Footer">
    <w:name w:val="footer"/>
    <w:basedOn w:val="Normal"/>
    <w:link w:val="Foot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F3C"/>
  </w:style>
  <w:style w:type="character" w:styleId="Hyperlink">
    <w:name w:val="Hyperlink"/>
    <w:basedOn w:val="DefaultParagraphFont"/>
    <w:uiPriority w:val="99"/>
    <w:semiHidden/>
    <w:unhideWhenUsed/>
    <w:rsid w:val="00B0724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EN\Current%20270514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2</cp:revision>
  <cp:lastPrinted>2014-05-29T11:29:00Z</cp:lastPrinted>
  <dcterms:created xsi:type="dcterms:W3CDTF">2014-05-30T10:48:00Z</dcterms:created>
  <dcterms:modified xsi:type="dcterms:W3CDTF">2014-05-30T10:48:00Z</dcterms:modified>
</cp:coreProperties>
</file>